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69" w:rsidRPr="00892132" w:rsidRDefault="00813B2E" w:rsidP="005A6D89">
      <w:pPr>
        <w:pStyle w:val="berschrift2"/>
        <w:jc w:val="center"/>
        <w:rPr>
          <w:b w:val="0"/>
          <w:sz w:val="28"/>
        </w:rPr>
      </w:pPr>
      <w:bookmarkStart w:id="0" w:name="_GoBack"/>
      <w:bookmarkEnd w:id="0"/>
      <w:r w:rsidRPr="00892132">
        <w:rPr>
          <w:b w:val="0"/>
          <w:sz w:val="28"/>
        </w:rPr>
        <w:t>Texto</w:t>
      </w:r>
    </w:p>
    <w:p w:rsidR="00892132" w:rsidRPr="00892132" w:rsidRDefault="00892132" w:rsidP="00892132"/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813B2E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813B2E" w:rsidRDefault="00813B2E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813B2E" w:rsidRPr="003D2A57" w:rsidRDefault="00813B2E" w:rsidP="00ED749C">
            <w:pPr>
              <w:widowControl w:val="0"/>
            </w:pPr>
            <w:r>
              <w:t>nur das 4. Kästchen wurde angekreuzt (D).</w:t>
            </w:r>
          </w:p>
        </w:tc>
      </w:tr>
    </w:tbl>
    <w:p w:rsidR="005A6D89" w:rsidRPr="00E76C10" w:rsidRDefault="005A6D89" w:rsidP="00D60BB6">
      <w:pPr>
        <w:rPr>
          <w:sz w:val="24"/>
        </w:rPr>
      </w:pPr>
    </w:p>
    <w:sectPr w:rsidR="005A6D89" w:rsidRPr="00E76C10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B6" w:rsidRDefault="00D60BB6">
      <w:r>
        <w:separator/>
      </w:r>
    </w:p>
  </w:endnote>
  <w:endnote w:type="continuationSeparator" w:id="0">
    <w:p w:rsidR="00D60BB6" w:rsidRDefault="00D6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B6" w:rsidRDefault="00D60BB6">
      <w:r>
        <w:separator/>
      </w:r>
    </w:p>
  </w:footnote>
  <w:footnote w:type="continuationSeparator" w:id="0">
    <w:p w:rsidR="00D60BB6" w:rsidRDefault="00D60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D60BB6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B6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12CE3"/>
    <w:rsid w:val="00426CE8"/>
    <w:rsid w:val="00432124"/>
    <w:rsid w:val="00454BED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13B2E"/>
    <w:rsid w:val="0081723A"/>
    <w:rsid w:val="00834EDF"/>
    <w:rsid w:val="00870C2F"/>
    <w:rsid w:val="00871097"/>
    <w:rsid w:val="0087731D"/>
    <w:rsid w:val="00877776"/>
    <w:rsid w:val="008839DF"/>
    <w:rsid w:val="0088770C"/>
    <w:rsid w:val="00892132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60BB6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54BE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54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54BE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54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2012-12-20T12:11:00Z</dcterms:created>
  <dcterms:modified xsi:type="dcterms:W3CDTF">2013-03-25T16:08:00Z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